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056EAA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F75309" w:rsidRDefault="00F75309" w:rsidP="00374A16">
      <w:pPr>
        <w:spacing w:after="120" w:line="240" w:lineRule="auto"/>
        <w:ind w:left="4536"/>
        <w:rPr>
          <w:rFonts w:cs="Arial"/>
        </w:rPr>
      </w:pPr>
    </w:p>
    <w:sectPr w:rsidR="00F75309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F75309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F75309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157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ulti-accueil </w:t>
                          </w:r>
                          <w:r w:rsidR="00865298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Les Lutins</w:t>
                          </w:r>
                        </w:p>
                        <w:p w:rsidR="00256C33" w:rsidRDefault="0086529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rue André Gide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865298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130 LES PONTS-DE-CE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65298" w:rsidRPr="001D5E7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ma-lutins-</w:t>
                            </w:r>
                            <w:r w:rsidR="00865298" w:rsidRPr="001D5E7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86529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80 63 34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65298">
                            <w:rPr>
                              <w:color w:val="878786"/>
                              <w:sz w:val="12"/>
                              <w:szCs w:val="12"/>
                            </w:rPr>
                            <w:t>01237</w:t>
                          </w:r>
                        </w:p>
                        <w:p w:rsidR="00256C33" w:rsidRPr="00BD52B4" w:rsidRDefault="00056EA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Lutins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157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ulti-accueil </w:t>
                    </w:r>
                    <w:r w:rsidR="00865298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Les Lutins</w:t>
                    </w:r>
                  </w:p>
                  <w:p w:rsidR="00256C33" w:rsidRDefault="0086529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rue André Gide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865298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130 LES PONTS-DE-CE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65298" w:rsidRPr="001D5E7D">
                        <w:rPr>
                          <w:rStyle w:val="Lienhypertexte"/>
                          <w:sz w:val="16"/>
                          <w:szCs w:val="16"/>
                        </w:rPr>
                        <w:t>ma-lutins-</w:t>
                      </w:r>
                      <w:r w:rsidR="00865298" w:rsidRPr="001D5E7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86529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80 63 34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65298">
                      <w:rPr>
                        <w:color w:val="878786"/>
                        <w:sz w:val="12"/>
                        <w:szCs w:val="12"/>
                      </w:rPr>
                      <w:t>01237</w:t>
                    </w:r>
                  </w:p>
                  <w:p w:rsidR="00256C33" w:rsidRPr="00BD52B4" w:rsidRDefault="00056EA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Lutins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56EAA"/>
    <w:rsid w:val="000C133A"/>
    <w:rsid w:val="000C4D50"/>
    <w:rsid w:val="000E4AA2"/>
    <w:rsid w:val="000F248A"/>
    <w:rsid w:val="001048F9"/>
    <w:rsid w:val="00115769"/>
    <w:rsid w:val="0014088C"/>
    <w:rsid w:val="00142515"/>
    <w:rsid w:val="00153624"/>
    <w:rsid w:val="00156049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65298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75309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168BDE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lutins-pdl@vyv3.fr" TargetMode="External"/><Relationship Id="rId1" Type="http://schemas.openxmlformats.org/officeDocument/2006/relationships/hyperlink" Target="mailto:ma-lutin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schemas.microsoft.com/office/2006/documentManagement/types"/>
    <ds:schemaRef ds:uri="http://purl.org/dc/terms/"/>
    <ds:schemaRef ds:uri="14d88cad-2694-4fc8-ba0f-2537f7b00320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7fc1b99-8ebe-4374-9cc1-f5204f903109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933E62-88D5-4FAF-B503-9518548A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2023-12-19T11:30:00Z</dcterms:created>
  <dcterms:modified xsi:type="dcterms:W3CDTF">2024-01-03T14:43:00Z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